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66" w:rsidRDefault="007B4B66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B4B66" w:rsidRDefault="007B4B66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7B4B66" w:rsidRDefault="007B4B66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B4B66" w:rsidRDefault="007B4B66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B4B66" w:rsidRDefault="007B4B66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7B4B66" w:rsidRDefault="007B4B66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B4B66" w:rsidRDefault="007B4B66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B4B66" w:rsidRDefault="007B4B66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7B4B66" w:rsidRDefault="007B4B66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późn.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7B4B66" w:rsidRDefault="007B4B66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7B4B66" w:rsidRDefault="007B4B66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7B4B66" w:rsidRPr="00331D1A" w:rsidRDefault="007B4B66" w:rsidP="00331D1A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„Wykonanie oznakowania poziomego na terenie miasta Bydgoszczy w 2018r.”</w:t>
      </w:r>
    </w:p>
    <w:p w:rsidR="007B4B66" w:rsidRDefault="007B4B66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7B4B66" w:rsidRDefault="007B4B66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7B4B66" w:rsidRDefault="007B4B66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10.2. SIWZ </w:t>
      </w:r>
    </w:p>
    <w:p w:rsidR="007B4B66" w:rsidRDefault="007B4B66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7B4B66" w:rsidRDefault="007B4B66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7B4B66" w:rsidRDefault="007B4B66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7B4B66" w:rsidRPr="0058716D" w:rsidRDefault="007B4B66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7B4B66" w:rsidRPr="00B256A2" w:rsidRDefault="007B4B66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7B4B66" w:rsidRPr="00B256A2" w:rsidRDefault="007B4B66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pkt 10.2. SIWZ polegam na zasobach następującego/ych podmiotu/ów: </w:t>
      </w:r>
    </w:p>
    <w:p w:rsidR="007B4B66" w:rsidRPr="00B256A2" w:rsidRDefault="007B4B66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7B4B66" w:rsidRPr="00B256A2" w:rsidRDefault="007B4B66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7B4B66" w:rsidRPr="00B256A2" w:rsidRDefault="007B4B66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7B4B66" w:rsidRPr="00B256A2" w:rsidRDefault="007B4B66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7B4B66" w:rsidRPr="00B256A2" w:rsidRDefault="007B4B66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7B4B66" w:rsidRPr="0058716D" w:rsidRDefault="007B4B66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7B4B66" w:rsidRPr="00B256A2" w:rsidRDefault="007B4B66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7B4B66" w:rsidRPr="003970CA" w:rsidRDefault="007B4B66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7B4B66" w:rsidRDefault="007B4B66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7B4B66" w:rsidRPr="003970CA" w:rsidRDefault="007B4B66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7B4B66" w:rsidRPr="003970CA" w:rsidRDefault="007B4B66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B4B66" w:rsidRPr="003970CA" w:rsidRDefault="007B4B66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7B4B66" w:rsidRDefault="007B4B66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B4B66" w:rsidRDefault="007B4B66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B4B66" w:rsidRDefault="007B4B66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B4B66" w:rsidRDefault="007B4B66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4B66" w:rsidRDefault="007B4B66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7B4B66" w:rsidRDefault="007B4B66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7B4B66" w:rsidRPr="003970CA" w:rsidRDefault="007B4B66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7B4B66" w:rsidRPr="003970CA" w:rsidRDefault="007B4B66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7B4B66" w:rsidRPr="003970CA" w:rsidRDefault="007B4B66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EE7600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7B4B66" w:rsidRPr="003970CA" w:rsidRDefault="007B4B66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7B4B66" w:rsidRPr="003970CA" w:rsidRDefault="007B4B66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7B4B66" w:rsidRDefault="007B4B66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B4B66" w:rsidRDefault="007B4B66"/>
    <w:sectPr w:rsidR="007B4B66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B66" w:rsidRDefault="007B4B66" w:rsidP="00A8229A">
      <w:pPr>
        <w:spacing w:after="0" w:line="240" w:lineRule="auto"/>
      </w:pPr>
      <w:r>
        <w:separator/>
      </w:r>
    </w:p>
  </w:endnote>
  <w:endnote w:type="continuationSeparator" w:id="0">
    <w:p w:rsidR="007B4B66" w:rsidRDefault="007B4B66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B66" w:rsidRPr="009E0E74" w:rsidRDefault="007B4B66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7B4B66" w:rsidRDefault="007B4B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B66" w:rsidRDefault="007B4B66" w:rsidP="00A8229A">
      <w:pPr>
        <w:spacing w:after="0" w:line="240" w:lineRule="auto"/>
      </w:pPr>
      <w:r>
        <w:separator/>
      </w:r>
    </w:p>
  </w:footnote>
  <w:footnote w:type="continuationSeparator" w:id="0">
    <w:p w:rsidR="007B4B66" w:rsidRDefault="007B4B66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B66" w:rsidRPr="003875C0" w:rsidRDefault="007B4B66" w:rsidP="00A8229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028/2018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5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37F0B"/>
    <w:rsid w:val="00067150"/>
    <w:rsid w:val="000E7FC7"/>
    <w:rsid w:val="001B0C00"/>
    <w:rsid w:val="001E400F"/>
    <w:rsid w:val="002C72A5"/>
    <w:rsid w:val="00302945"/>
    <w:rsid w:val="00331D1A"/>
    <w:rsid w:val="003875C0"/>
    <w:rsid w:val="003970CA"/>
    <w:rsid w:val="003D5C62"/>
    <w:rsid w:val="00434CE9"/>
    <w:rsid w:val="00460B35"/>
    <w:rsid w:val="00484B45"/>
    <w:rsid w:val="00495023"/>
    <w:rsid w:val="004C1087"/>
    <w:rsid w:val="00500758"/>
    <w:rsid w:val="00530581"/>
    <w:rsid w:val="00537DCC"/>
    <w:rsid w:val="0058716D"/>
    <w:rsid w:val="005F1B18"/>
    <w:rsid w:val="007542A8"/>
    <w:rsid w:val="007B4B66"/>
    <w:rsid w:val="007E68BA"/>
    <w:rsid w:val="009E0E74"/>
    <w:rsid w:val="00A8229A"/>
    <w:rsid w:val="00AA015A"/>
    <w:rsid w:val="00AF6E55"/>
    <w:rsid w:val="00B256A2"/>
    <w:rsid w:val="00BD6E7F"/>
    <w:rsid w:val="00C1499C"/>
    <w:rsid w:val="00C34C67"/>
    <w:rsid w:val="00C80FA0"/>
    <w:rsid w:val="00CF7C58"/>
    <w:rsid w:val="00D07E2E"/>
    <w:rsid w:val="00E87C3A"/>
    <w:rsid w:val="00EB61A6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5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454</Words>
  <Characters>2727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17</cp:revision>
  <cp:lastPrinted>2018-05-10T10:30:00Z</cp:lastPrinted>
  <dcterms:created xsi:type="dcterms:W3CDTF">2018-02-20T07:53:00Z</dcterms:created>
  <dcterms:modified xsi:type="dcterms:W3CDTF">2018-05-10T10:30:00Z</dcterms:modified>
</cp:coreProperties>
</file>